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1F" w:rsidRDefault="0015781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Experimenting with </w:t>
      </w:r>
      <w:r w:rsidR="00297578">
        <w:t>static electricity</w:t>
      </w:r>
    </w:p>
    <w:p w:rsidR="0015781F" w:rsidRDefault="0015781F"/>
    <w:p w:rsidR="0015781F" w:rsidRDefault="0029757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D3AF2" wp14:editId="64AB178D">
                <wp:simplePos x="0" y="0"/>
                <wp:positionH relativeFrom="column">
                  <wp:posOffset>9525</wp:posOffset>
                </wp:positionH>
                <wp:positionV relativeFrom="paragraph">
                  <wp:posOffset>983615</wp:posOffset>
                </wp:positionV>
                <wp:extent cx="6362700" cy="19050"/>
                <wp:effectExtent l="0" t="0" r="19050" b="1905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270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.75pt;margin-top:77.45pt;width:501pt;height:1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"/>
            </w:pict>
          </mc:Fallback>
        </mc:AlternateContent>
      </w:r>
      <w:r w:rsidR="001505C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485AE" wp14:editId="5D19555A">
                <wp:simplePos x="0" y="0"/>
                <wp:positionH relativeFrom="column">
                  <wp:posOffset>6372225</wp:posOffset>
                </wp:positionH>
                <wp:positionV relativeFrom="paragraph">
                  <wp:posOffset>29845</wp:posOffset>
                </wp:positionV>
                <wp:extent cx="635" cy="6871970"/>
                <wp:effectExtent l="9525" t="9525" r="8890" b="508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7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501.75pt;margin-top:2.35pt;width:.05pt;height:54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"/>
            </w:pict>
          </mc:Fallback>
        </mc:AlternateContent>
      </w:r>
      <w:r w:rsidR="001505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C422D" wp14:editId="15B38214">
                <wp:simplePos x="0" y="0"/>
                <wp:positionH relativeFrom="column">
                  <wp:posOffset>9525</wp:posOffset>
                </wp:positionH>
                <wp:positionV relativeFrom="paragraph">
                  <wp:posOffset>144145</wp:posOffset>
                </wp:positionV>
                <wp:extent cx="0" cy="6633845"/>
                <wp:effectExtent l="9525" t="9525" r="9525" b="5080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3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.75pt;margin-top:11.35pt;width:0;height:52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io3HgIAADw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"/>
            </w:pict>
          </mc:Fallback>
        </mc:AlternateContent>
      </w:r>
      <w:r w:rsidR="001505C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9208EB" wp14:editId="576CD611">
                <wp:simplePos x="0" y="0"/>
                <wp:positionH relativeFrom="column">
                  <wp:posOffset>9525</wp:posOffset>
                </wp:positionH>
                <wp:positionV relativeFrom="paragraph">
                  <wp:posOffset>10795</wp:posOffset>
                </wp:positionV>
                <wp:extent cx="6362700" cy="19050"/>
                <wp:effectExtent l="9525" t="9525" r="9525" b="9525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270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.75pt;margin-top:.85pt;width:501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"/>
            </w:pict>
          </mc:Fallback>
        </mc:AlternateContent>
      </w:r>
      <w:proofErr w:type="gramStart"/>
      <w:r w:rsidR="0015781F">
        <w:t xml:space="preserve">Question  </w:t>
      </w:r>
      <w:r w:rsidR="00D27CA0" w:rsidRPr="00C76BCA">
        <w:rPr>
          <w:rFonts w:ascii="DNCursive" w:hAnsi="DNCursive"/>
          <w:sz w:val="36"/>
          <w:szCs w:val="36"/>
        </w:rPr>
        <w:t>What</w:t>
      </w:r>
      <w:proofErr w:type="gramEnd"/>
      <w:r w:rsidR="00D27CA0" w:rsidRPr="00C76BCA">
        <w:rPr>
          <w:rFonts w:ascii="DNCursive" w:hAnsi="DNCursive"/>
          <w:sz w:val="36"/>
          <w:szCs w:val="36"/>
        </w:rPr>
        <w:t xml:space="preserve"> </w:t>
      </w:r>
      <w:r>
        <w:rPr>
          <w:rFonts w:ascii="DNCursive" w:hAnsi="DNCursive"/>
          <w:sz w:val="36"/>
          <w:szCs w:val="36"/>
        </w:rPr>
        <w:t>causes static electricity?  Do some items carry more static than others?</w:t>
      </w:r>
    </w:p>
    <w:p w:rsidR="0015781F" w:rsidRDefault="0015781F">
      <w:r>
        <w:t>Hypothesis:</w:t>
      </w:r>
    </w:p>
    <w:p w:rsidR="0015781F" w:rsidRDefault="001505C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E0505" wp14:editId="5DB362DD">
                <wp:simplePos x="0" y="0"/>
                <wp:positionH relativeFrom="column">
                  <wp:posOffset>9525</wp:posOffset>
                </wp:positionH>
                <wp:positionV relativeFrom="paragraph">
                  <wp:posOffset>309880</wp:posOffset>
                </wp:positionV>
                <wp:extent cx="6362700" cy="9525"/>
                <wp:effectExtent l="9525" t="13970" r="9525" b="508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.75pt;margin-top:24.4pt;width:501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"/>
            </w:pict>
          </mc:Fallback>
        </mc:AlternateContent>
      </w:r>
    </w:p>
    <w:p w:rsidR="00D27CA0" w:rsidRDefault="0015781F" w:rsidP="00D27CA0">
      <w:r>
        <w:t>Materials</w:t>
      </w:r>
      <w:r w:rsidR="00D27CA0">
        <w:t xml:space="preserve">:  </w:t>
      </w:r>
    </w:p>
    <w:p w:rsidR="00297578" w:rsidRDefault="00297578" w:rsidP="00D27CA0">
      <w:r>
        <w:t>1 balloon</w:t>
      </w:r>
    </w:p>
    <w:p w:rsidR="00297578" w:rsidRDefault="00297578" w:rsidP="00D27CA0">
      <w:proofErr w:type="gramStart"/>
      <w:r>
        <w:t>Several different objects to test.</w:t>
      </w:r>
      <w:proofErr w:type="gramEnd"/>
    </w:p>
    <w:p w:rsidR="0015781F" w:rsidRDefault="00D27CA0">
      <w:r>
        <w:t>Procedure</w:t>
      </w:r>
      <w:r w:rsidR="0015781F">
        <w:t>:</w:t>
      </w:r>
    </w:p>
    <w:p w:rsidR="00D27CA0" w:rsidRDefault="00297578" w:rsidP="00D27CA0">
      <w:pPr>
        <w:pStyle w:val="ListParagraph"/>
        <w:numPr>
          <w:ilvl w:val="0"/>
          <w:numId w:val="3"/>
        </w:numPr>
      </w:pPr>
      <w:r>
        <w:t xml:space="preserve">Rub the balloon on your head.  </w:t>
      </w:r>
    </w:p>
    <w:p w:rsidR="00297578" w:rsidRDefault="00297578" w:rsidP="00D27CA0">
      <w:pPr>
        <w:pStyle w:val="ListParagraph"/>
        <w:numPr>
          <w:ilvl w:val="0"/>
          <w:numId w:val="3"/>
        </w:numPr>
      </w:pPr>
      <w:r>
        <w:t>Bring the balloon close to the object you are testing.</w:t>
      </w:r>
    </w:p>
    <w:p w:rsidR="00297578" w:rsidRDefault="00297578" w:rsidP="00D27CA0">
      <w:pPr>
        <w:pStyle w:val="ListParagraph"/>
        <w:numPr>
          <w:ilvl w:val="0"/>
          <w:numId w:val="3"/>
        </w:numPr>
      </w:pPr>
      <w:r>
        <w:t>Record the results.</w:t>
      </w:r>
    </w:p>
    <w:p w:rsidR="00297578" w:rsidRDefault="00297578" w:rsidP="00297578">
      <w:pPr>
        <w:pStyle w:val="ListParagraph"/>
      </w:pPr>
    </w:p>
    <w:p w:rsidR="00297578" w:rsidRDefault="00297578" w:rsidP="00297578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38"/>
        <w:gridCol w:w="2974"/>
        <w:gridCol w:w="2944"/>
      </w:tblGrid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  <w:r>
              <w:t>Object:</w:t>
            </w: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  <w:r>
              <w:t>Prediction:</w:t>
            </w: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  <w:r>
              <w:t>Results:</w:t>
            </w:r>
          </w:p>
        </w:tc>
      </w:tr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  <w:p w:rsidR="00297578" w:rsidRDefault="00297578" w:rsidP="00297578">
            <w:pPr>
              <w:pStyle w:val="ListParagraph"/>
              <w:ind w:left="0"/>
            </w:pPr>
            <w:r>
              <w:t>thread</w:t>
            </w: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  <w:r>
              <w:t>The balloon will pick up the thread</w:t>
            </w: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  <w:r>
              <w:t>Yes, the balloon</w:t>
            </w:r>
            <w:bookmarkStart w:id="0" w:name="_GoBack"/>
            <w:bookmarkEnd w:id="0"/>
            <w:r>
              <w:t xml:space="preserve"> picked it up</w:t>
            </w:r>
          </w:p>
        </w:tc>
      </w:tr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</w:tr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</w:tr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</w:tr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</w:tr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</w:tr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</w:tr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</w:tr>
      <w:tr w:rsidR="00297578" w:rsidTr="00297578"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97578" w:rsidRDefault="00297578" w:rsidP="00297578">
            <w:pPr>
              <w:pStyle w:val="ListParagraph"/>
              <w:ind w:left="0"/>
            </w:pPr>
          </w:p>
        </w:tc>
      </w:tr>
    </w:tbl>
    <w:p w:rsidR="00297578" w:rsidRDefault="00297578" w:rsidP="00297578">
      <w:pPr>
        <w:pStyle w:val="ListParagraph"/>
      </w:pPr>
    </w:p>
    <w:p w:rsidR="0015781F" w:rsidRDefault="0015781F"/>
    <w:p w:rsidR="00D27CA0" w:rsidRPr="00D27CA0" w:rsidRDefault="00D27CA0" w:rsidP="00D27CA0"/>
    <w:p w:rsidR="00D27CA0" w:rsidRPr="00D27CA0" w:rsidRDefault="00D27CA0" w:rsidP="00D27CA0"/>
    <w:p w:rsidR="00D27CA0" w:rsidRPr="00D27CA0" w:rsidRDefault="00D27CA0" w:rsidP="00D27CA0"/>
    <w:p w:rsidR="00D27CA0" w:rsidRDefault="00D27CA0" w:rsidP="00D27CA0"/>
    <w:p w:rsidR="0015781F" w:rsidRDefault="00D27CA0" w:rsidP="00D27CA0">
      <w:r>
        <w:t xml:space="preserve">Conclusion:  </w:t>
      </w:r>
    </w:p>
    <w:p w:rsidR="00C76BCA" w:rsidRDefault="00C76BCA" w:rsidP="00D27CA0"/>
    <w:p w:rsidR="00C76BCA" w:rsidRDefault="00C76BCA" w:rsidP="00D27CA0"/>
    <w:p w:rsidR="00C76BCA" w:rsidRPr="00D27CA0" w:rsidRDefault="00C76BCA" w:rsidP="00D27CA0"/>
    <w:sectPr w:rsidR="00C76BCA" w:rsidRPr="00D27CA0" w:rsidSect="005E10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NCursive">
    <w:panose1 w:val="00000000000000000000"/>
    <w:charset w:val="00"/>
    <w:family w:val="modern"/>
    <w:notTrueType/>
    <w:pitch w:val="variable"/>
    <w:sig w:usb0="800000AF" w:usb1="5000084A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02E44"/>
    <w:multiLevelType w:val="hybridMultilevel"/>
    <w:tmpl w:val="022A6B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21C07"/>
    <w:multiLevelType w:val="hybridMultilevel"/>
    <w:tmpl w:val="C694B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17487"/>
    <w:multiLevelType w:val="hybridMultilevel"/>
    <w:tmpl w:val="CF349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81F"/>
    <w:rsid w:val="001505C4"/>
    <w:rsid w:val="0015781F"/>
    <w:rsid w:val="00297578"/>
    <w:rsid w:val="005E101B"/>
    <w:rsid w:val="00632BBA"/>
    <w:rsid w:val="00C76BCA"/>
    <w:rsid w:val="00D2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CA0"/>
    <w:pPr>
      <w:ind w:left="720"/>
      <w:contextualSpacing/>
    </w:pPr>
  </w:style>
  <w:style w:type="table" w:styleId="TableGrid">
    <w:name w:val="Table Grid"/>
    <w:basedOn w:val="TableNormal"/>
    <w:uiPriority w:val="59"/>
    <w:rsid w:val="00297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CA0"/>
    <w:pPr>
      <w:ind w:left="720"/>
      <w:contextualSpacing/>
    </w:pPr>
  </w:style>
  <w:style w:type="table" w:styleId="TableGrid">
    <w:name w:val="Table Grid"/>
    <w:basedOn w:val="TableNormal"/>
    <w:uiPriority w:val="59"/>
    <w:rsid w:val="00297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487318BB</Template>
  <TotalTime>42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lewisb</dc:creator>
  <cp:lastModifiedBy>lewisb</cp:lastModifiedBy>
  <cp:revision>3</cp:revision>
  <cp:lastPrinted>2011-10-20T09:49:00Z</cp:lastPrinted>
  <dcterms:created xsi:type="dcterms:W3CDTF">2011-10-20T09:44:00Z</dcterms:created>
  <dcterms:modified xsi:type="dcterms:W3CDTF">2011-10-20T10:51:00Z</dcterms:modified>
</cp:coreProperties>
</file>